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7D5231">
      <w:r>
        <w:rPr>
          <w:rFonts w:hint="eastAsia"/>
        </w:rPr>
        <w:t xml:space="preserve">　</w:t>
      </w:r>
      <w:r w:rsidR="00535F2A">
        <w:rPr>
          <w:rFonts w:hint="eastAsia"/>
        </w:rPr>
        <w:t>五</w:t>
      </w:r>
      <w:r>
        <w:rPr>
          <w:rFonts w:hint="eastAsia"/>
        </w:rPr>
        <w:t>月</w:t>
      </w:r>
      <w:r w:rsidR="00535F2A">
        <w:rPr>
          <w:rFonts w:hint="eastAsia"/>
        </w:rPr>
        <w:t>二十五</w:t>
      </w:r>
      <w:r>
        <w:rPr>
          <w:rFonts w:hint="eastAsia"/>
        </w:rPr>
        <w:t xml:space="preserve">日（　　</w:t>
      </w:r>
      <w:r w:rsidR="00535F2A">
        <w:rPr>
          <w:rFonts w:hint="eastAsia"/>
        </w:rPr>
        <w:t>一時間目</w:t>
      </w:r>
      <w:bookmarkStart w:id="0" w:name="_GoBack"/>
      <w:bookmarkEnd w:id="0"/>
      <w:r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8D618B">
        <w:rPr>
          <w:rFonts w:hint="eastAsia"/>
          <w:sz w:val="24"/>
        </w:rPr>
        <w:t>「言</w:t>
      </w:r>
      <w:r w:rsidR="008D618B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8B" w:rsidRPr="008D618B">
              <w:rPr>
                <w:sz w:val="12"/>
              </w:rPr>
              <w:t>ば</w:t>
            </w:r>
          </w:rt>
          <w:rubyBase>
            <w:r w:rsidR="008D618B">
              <w:rPr>
                <w:sz w:val="24"/>
              </w:rPr>
              <w:t>葉</w:t>
            </w:r>
          </w:rubyBase>
        </w:ruby>
      </w:r>
      <w:r w:rsidR="008D618B">
        <w:rPr>
          <w:rFonts w:hint="eastAsia"/>
          <w:sz w:val="24"/>
        </w:rPr>
        <w:t>あそ</w:t>
      </w:r>
      <w:r w:rsidR="00427E81">
        <w:rPr>
          <w:rFonts w:hint="eastAsia"/>
          <w:sz w:val="24"/>
        </w:rPr>
        <w:t>び」を　しよう</w:t>
      </w:r>
      <w:r w:rsidR="008D618B">
        <w:rPr>
          <w:rFonts w:hint="eastAsia"/>
          <w:sz w:val="24"/>
        </w:rPr>
        <w:t xml:space="preserve">　①</w:t>
      </w:r>
      <w:r w:rsidR="000E0321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Pr="007D5231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8D618B">
        <w:rPr>
          <w:rFonts w:hint="eastAsia"/>
          <w:sz w:val="24"/>
        </w:rPr>
        <w:t>かん</w:t>
      </w:r>
      <w:r w:rsidR="000E0321">
        <w:rPr>
          <w:rFonts w:hint="eastAsia"/>
          <w:sz w:val="24"/>
        </w:rPr>
        <w:t>字</w:t>
      </w:r>
      <w:r w:rsidR="00452E6D">
        <w:rPr>
          <w:rFonts w:hint="eastAsia"/>
          <w:sz w:val="24"/>
        </w:rPr>
        <w:t>プリント</w:t>
      </w:r>
    </w:p>
    <w:p w:rsidR="0040268B" w:rsidRPr="007D5231" w:rsidRDefault="0040268B" w:rsidP="00675375">
      <w:pPr>
        <w:rPr>
          <w:sz w:val="24"/>
        </w:rPr>
      </w:pPr>
    </w:p>
    <w:p w:rsidR="00C514D5" w:rsidRDefault="0040268B" w:rsidP="00427E81">
      <w:pPr>
        <w:ind w:left="240" w:hangingChars="100" w:hanging="240"/>
        <w:rPr>
          <w:sz w:val="24"/>
        </w:rPr>
      </w:pPr>
      <w:r w:rsidRPr="007D5231">
        <w:rPr>
          <w:rFonts w:hint="eastAsia"/>
          <w:sz w:val="24"/>
        </w:rPr>
        <w:t>①</w:t>
      </w:r>
      <w:r w:rsidR="00427E81">
        <w:rPr>
          <w:rFonts w:hint="eastAsia"/>
          <w:sz w:val="24"/>
        </w:rPr>
        <w:t>きょうか書　５０ページ</w:t>
      </w:r>
      <w:r w:rsidR="00C514D5">
        <w:rPr>
          <w:rFonts w:hint="eastAsia"/>
          <w:sz w:val="24"/>
        </w:rPr>
        <w:t>を　読みましょう。</w:t>
      </w:r>
    </w:p>
    <w:p w:rsidR="00C514D5" w:rsidRDefault="00C514D5" w:rsidP="00427E81">
      <w:pPr>
        <w:ind w:left="240" w:hangingChars="100" w:hanging="240"/>
        <w:rPr>
          <w:sz w:val="24"/>
        </w:rPr>
      </w:pPr>
    </w:p>
    <w:p w:rsidR="00942E1F" w:rsidRDefault="00C514D5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427E81">
        <w:rPr>
          <w:rFonts w:hint="eastAsia"/>
          <w:sz w:val="24"/>
        </w:rPr>
        <w:t xml:space="preserve">　「いろはうた」を　</w:t>
      </w:r>
      <w:r>
        <w:rPr>
          <w:rFonts w:hint="eastAsia"/>
          <w:sz w:val="24"/>
        </w:rPr>
        <w:t>声に　出して　読んで　みましょう</w:t>
      </w:r>
      <w:r w:rsidR="00427E81">
        <w:rPr>
          <w:rFonts w:hint="eastAsia"/>
          <w:sz w:val="24"/>
        </w:rPr>
        <w:t>。</w:t>
      </w:r>
    </w:p>
    <w:p w:rsidR="00427E81" w:rsidRDefault="008D618B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※「は」→</w:t>
      </w:r>
      <w:r w:rsidR="00427E81">
        <w:rPr>
          <w:rFonts w:hint="eastAsia"/>
          <w:sz w:val="24"/>
        </w:rPr>
        <w:t>（ワ）のように、　読むときは、　（　　）の　なかを　読みましょう。</w:t>
      </w:r>
    </w:p>
    <w:p w:rsidR="00EF52C7" w:rsidRDefault="00EF52C7" w:rsidP="00427E81">
      <w:pPr>
        <w:ind w:left="240" w:hangingChars="100" w:hanging="240"/>
        <w:rPr>
          <w:sz w:val="24"/>
        </w:rPr>
      </w:pPr>
    </w:p>
    <w:p w:rsidR="00EF52C7" w:rsidRDefault="00EF52C7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③「いろはうた」は、　どのように　つくられて　いますか。</w:t>
      </w:r>
    </w:p>
    <w:p w:rsidR="00EF52C7" w:rsidRDefault="00EF52C7" w:rsidP="00427E81">
      <w:pPr>
        <w:ind w:left="240" w:hangingChars="100" w:hanging="240"/>
        <w:rPr>
          <w:sz w:val="24"/>
        </w:rPr>
      </w:pPr>
    </w:p>
    <w:p w:rsidR="00EF52C7" w:rsidRDefault="00EF52C7" w:rsidP="00EF52C7">
      <w:pPr>
        <w:ind w:leftChars="100" w:left="210"/>
        <w:rPr>
          <w:sz w:val="24"/>
        </w:rPr>
      </w:pPr>
      <w:r>
        <w:rPr>
          <w:rFonts w:hint="eastAsia"/>
          <w:sz w:val="24"/>
        </w:rPr>
        <w:t xml:space="preserve">　　　　　　　　　　　文字の　かなを　</w:t>
      </w:r>
    </w:p>
    <w:p w:rsidR="00427E81" w:rsidRDefault="00535F2A" w:rsidP="00427E81">
      <w:pPr>
        <w:ind w:left="240" w:hangingChars="100" w:hanging="240"/>
        <w:rPr>
          <w:sz w:val="24"/>
        </w:rPr>
      </w:pPr>
      <w:r>
        <w:rPr>
          <w:noProof/>
          <w:sz w:val="24"/>
        </w:rPr>
        <w:pict>
          <v:rect id="_x0000_s1035" style="position:absolute;left:0;text-align:left;margin-left:-5.2pt;margin-top:16.8pt;width:27.75pt;height:75.75pt;z-index:251671552">
            <v:textbox inset="5.85pt,.7pt,5.85pt,.7pt"/>
          </v:rect>
        </w:pict>
      </w:r>
      <w:r>
        <w:rPr>
          <w:noProof/>
          <w:sz w:val="24"/>
        </w:rPr>
        <w:pict>
          <v:rect id="_x0000_s1036" style="position:absolute;left:0;text-align:left;margin-left:-5.2pt;margin-top:179.55pt;width:27.75pt;height:225.75pt;z-index:251672576">
            <v:textbox inset="5.85pt,.7pt,5.85pt,.7pt"/>
          </v:rect>
        </w:pict>
      </w:r>
    </w:p>
    <w:p w:rsidR="00427E81" w:rsidRDefault="00C514D5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③</w:t>
      </w:r>
      <w:r w:rsidR="00427E81">
        <w:rPr>
          <w:rFonts w:hint="eastAsia"/>
          <w:sz w:val="24"/>
        </w:rPr>
        <w:t>きょうか書　５０ページの　「いろはうた」を　書き</w:t>
      </w:r>
      <w:r>
        <w:rPr>
          <w:rFonts w:hint="eastAsia"/>
          <w:sz w:val="24"/>
        </w:rPr>
        <w:t xml:space="preserve">　うつ</w:t>
      </w:r>
      <w:r w:rsidR="00427E81">
        <w:rPr>
          <w:rFonts w:hint="eastAsia"/>
          <w:sz w:val="24"/>
        </w:rPr>
        <w:t>して</w:t>
      </w:r>
      <w:r>
        <w:rPr>
          <w:rFonts w:hint="eastAsia"/>
          <w:sz w:val="24"/>
        </w:rPr>
        <w:t xml:space="preserve">　</w:t>
      </w:r>
      <w:r w:rsidR="00427E81">
        <w:rPr>
          <w:rFonts w:hint="eastAsia"/>
          <w:sz w:val="24"/>
        </w:rPr>
        <w:t>みましょう。</w:t>
      </w:r>
    </w:p>
    <w:p w:rsidR="00427E81" w:rsidRDefault="00427E81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今は　つかわれて　いない　文字が　あります。　きょうか書を　まねて　書いて　みましょう。</w:t>
      </w:r>
    </w:p>
    <w:tbl>
      <w:tblPr>
        <w:tblStyle w:val="a8"/>
        <w:tblpPr w:leftFromText="142" w:rightFromText="142" w:tblpX="300" w:tblpYSpec="top"/>
        <w:tblW w:w="0" w:type="auto"/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1008"/>
      </w:tblGrid>
      <w:tr w:rsidR="00427E81" w:rsidTr="00C514D5">
        <w:tc>
          <w:tcPr>
            <w:tcW w:w="1007" w:type="dxa"/>
            <w:tcBorders>
              <w:right w:val="dashSmallGap" w:sz="4" w:space="0" w:color="auto"/>
            </w:tcBorders>
          </w:tcPr>
          <w:p w:rsidR="00427E81" w:rsidRDefault="00427E81" w:rsidP="00427E81">
            <w:pPr>
              <w:rPr>
                <w:sz w:val="24"/>
              </w:rPr>
            </w:pPr>
          </w:p>
        </w:tc>
        <w:tc>
          <w:tcPr>
            <w:tcW w:w="100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427E81" w:rsidRDefault="00427E81" w:rsidP="00427E81">
            <w:pPr>
              <w:rPr>
                <w:sz w:val="24"/>
              </w:rPr>
            </w:pPr>
          </w:p>
        </w:tc>
        <w:tc>
          <w:tcPr>
            <w:tcW w:w="100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427E81" w:rsidRDefault="00427E81" w:rsidP="00427E81">
            <w:pPr>
              <w:rPr>
                <w:sz w:val="24"/>
              </w:rPr>
            </w:pPr>
          </w:p>
        </w:tc>
        <w:tc>
          <w:tcPr>
            <w:tcW w:w="1008" w:type="dxa"/>
            <w:tcBorders>
              <w:left w:val="dashSmallGap" w:sz="4" w:space="0" w:color="auto"/>
            </w:tcBorders>
          </w:tcPr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  <w:p w:rsidR="00427E81" w:rsidRDefault="00427E81" w:rsidP="00427E81">
            <w:pPr>
              <w:rPr>
                <w:sz w:val="24"/>
              </w:rPr>
            </w:pPr>
          </w:p>
        </w:tc>
      </w:tr>
    </w:tbl>
    <w:p w:rsidR="00C514D5" w:rsidRDefault="00C514D5" w:rsidP="00427E81">
      <w:pPr>
        <w:ind w:left="240" w:hangingChars="100" w:hanging="240"/>
        <w:rPr>
          <w:sz w:val="24"/>
        </w:rPr>
      </w:pPr>
    </w:p>
    <w:p w:rsidR="00EF52C7" w:rsidRDefault="00C514D5" w:rsidP="00EF52C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④</w:t>
      </w:r>
      <w:r w:rsidR="00EF52C7">
        <w:rPr>
          <w:rFonts w:hint="eastAsia"/>
          <w:sz w:val="24"/>
        </w:rPr>
        <w:t>「いろはうた」を　リズムよく　読みましょう。</w:t>
      </w:r>
    </w:p>
    <w:p w:rsidR="00427E81" w:rsidRDefault="00427E81" w:rsidP="00EF52C7">
      <w:pPr>
        <w:rPr>
          <w:sz w:val="24"/>
        </w:rPr>
      </w:pPr>
    </w:p>
    <w:p w:rsidR="004D4E1C" w:rsidRDefault="00E11626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⑤</w:t>
      </w:r>
      <w:r w:rsidR="00226708">
        <w:rPr>
          <w:rFonts w:hint="eastAsia"/>
          <w:sz w:val="24"/>
        </w:rPr>
        <w:t>かん</w:t>
      </w:r>
      <w:r w:rsidR="004D4E1C">
        <w:rPr>
          <w:rFonts w:hint="eastAsia"/>
          <w:sz w:val="24"/>
        </w:rPr>
        <w:t>字</w:t>
      </w:r>
      <w:r w:rsidR="00F1383E">
        <w:rPr>
          <w:rFonts w:hint="eastAsia"/>
          <w:sz w:val="24"/>
        </w:rPr>
        <w:t>プリント№２　きまり③声・売・読</w:t>
      </w:r>
      <w:r w:rsidR="004D4E1C">
        <w:rPr>
          <w:rFonts w:hint="eastAsia"/>
          <w:sz w:val="24"/>
        </w:rPr>
        <w:t xml:space="preserve">　　　を やりましょう。</w:t>
      </w:r>
    </w:p>
    <w:p w:rsidR="00C311DC" w:rsidRPr="006C1D37" w:rsidRDefault="00C311DC" w:rsidP="004D4E1C">
      <w:pPr>
        <w:ind w:left="600" w:hangingChars="250" w:hanging="600"/>
        <w:rPr>
          <w:sz w:val="24"/>
        </w:rPr>
      </w:pPr>
    </w:p>
    <w:p w:rsidR="004D4E1C" w:rsidRDefault="004D4E1C" w:rsidP="004D4E1C">
      <w:pPr>
        <w:spacing w:line="0" w:lineRule="atLeast"/>
        <w:rPr>
          <w:sz w:val="24"/>
        </w:rPr>
      </w:pPr>
      <w:r>
        <w:rPr>
          <w:rFonts w:hint="eastAsia"/>
          <w:sz w:val="24"/>
        </w:rPr>
        <w:t>⑥</w:t>
      </w:r>
      <w:r w:rsidR="00250FE8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>
        <w:rPr>
          <w:rFonts w:hint="eastAsia"/>
          <w:sz w:val="24"/>
        </w:rPr>
        <w:t xml:space="preserve">の </w:t>
      </w:r>
      <w:r w:rsidR="00250FE8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>
        <w:rPr>
          <w:rFonts w:hint="eastAsia"/>
          <w:sz w:val="24"/>
        </w:rPr>
        <w:t>を ふりかえりましょう。</w:t>
      </w:r>
    </w:p>
    <w:p w:rsidR="0044427E" w:rsidRPr="004D4E1C" w:rsidRDefault="00535F2A" w:rsidP="00C311DC">
      <w:pPr>
        <w:spacing w:line="0" w:lineRule="atLeast"/>
        <w:ind w:firstLineChars="100" w:firstLine="24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12.45pt;margin-top:1.2pt;width:92pt;height:495.6pt;z-index:251670528;mso-width-relative:margin;mso-height-relative:margin">
            <v:textbox style="mso-next-textbox:#_x0000_s1033">
              <w:txbxContent>
                <w:p w:rsidR="004D4E1C" w:rsidRDefault="004D4E1C" w:rsidP="004D4E1C"/>
              </w:txbxContent>
            </v:textbox>
          </v:shape>
        </w:pict>
      </w:r>
      <w:r w:rsidR="004D4E1C">
        <w:rPr>
          <w:rFonts w:hint="eastAsia"/>
          <w:sz w:val="24"/>
        </w:rPr>
        <w:t xml:space="preserve">※がんばったことや、 わかったことなどを </w:t>
      </w:r>
      <w:r w:rsidR="004D4E1C">
        <w:rPr>
          <w:sz w:val="24"/>
        </w:rPr>
        <w:t>書</w:t>
      </w:r>
      <w:r w:rsidR="004D4E1C">
        <w:rPr>
          <w:rFonts w:hint="eastAsia"/>
          <w:sz w:val="24"/>
        </w:rPr>
        <w:t>きましょう。</w:t>
      </w:r>
    </w:p>
    <w:sectPr w:rsidR="0044427E" w:rsidRPr="004D4E1C" w:rsidSect="00EF52C7">
      <w:headerReference w:type="default" r:id="rId8"/>
      <w:pgSz w:w="16838" w:h="11906" w:orient="landscape"/>
      <w:pgMar w:top="1134" w:right="1134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52B" w:rsidRDefault="00FE752B" w:rsidP="00675375">
      <w:r>
        <w:separator/>
      </w:r>
    </w:p>
  </w:endnote>
  <w:endnote w:type="continuationSeparator" w:id="0">
    <w:p w:rsidR="00FE752B" w:rsidRDefault="00FE752B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52B" w:rsidRDefault="00FE752B" w:rsidP="00675375">
      <w:r>
        <w:separator/>
      </w:r>
    </w:p>
  </w:footnote>
  <w:footnote w:type="continuationSeparator" w:id="0">
    <w:p w:rsidR="00FE752B" w:rsidRDefault="00FE752B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D3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C514D5">
      <w:rPr>
        <w:rFonts w:hint="eastAsia"/>
        <w:bdr w:val="single" w:sz="4" w:space="0" w:color="auto"/>
      </w:rPr>
      <w:t>１３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4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773E8"/>
    <w:rsid w:val="000E0321"/>
    <w:rsid w:val="001B530F"/>
    <w:rsid w:val="001E3EB1"/>
    <w:rsid w:val="00226708"/>
    <w:rsid w:val="00237764"/>
    <w:rsid w:val="00250FE8"/>
    <w:rsid w:val="00273572"/>
    <w:rsid w:val="0028299A"/>
    <w:rsid w:val="00303471"/>
    <w:rsid w:val="00386379"/>
    <w:rsid w:val="003E3DAE"/>
    <w:rsid w:val="0040268B"/>
    <w:rsid w:val="00427E81"/>
    <w:rsid w:val="0044427E"/>
    <w:rsid w:val="00452E6D"/>
    <w:rsid w:val="00462E49"/>
    <w:rsid w:val="004D4E1C"/>
    <w:rsid w:val="00535F2A"/>
    <w:rsid w:val="0053794E"/>
    <w:rsid w:val="00623523"/>
    <w:rsid w:val="00675375"/>
    <w:rsid w:val="00690CB1"/>
    <w:rsid w:val="006B4952"/>
    <w:rsid w:val="006C1D37"/>
    <w:rsid w:val="00736F94"/>
    <w:rsid w:val="007472D3"/>
    <w:rsid w:val="007852EE"/>
    <w:rsid w:val="007D5231"/>
    <w:rsid w:val="007D7C9F"/>
    <w:rsid w:val="007E2F74"/>
    <w:rsid w:val="008469F4"/>
    <w:rsid w:val="00851BF0"/>
    <w:rsid w:val="00860220"/>
    <w:rsid w:val="008D1CE1"/>
    <w:rsid w:val="008D618B"/>
    <w:rsid w:val="008E351D"/>
    <w:rsid w:val="00921F4A"/>
    <w:rsid w:val="00942E1F"/>
    <w:rsid w:val="00953A1D"/>
    <w:rsid w:val="009823DF"/>
    <w:rsid w:val="00992F03"/>
    <w:rsid w:val="00A22768"/>
    <w:rsid w:val="00A668A9"/>
    <w:rsid w:val="00B773A9"/>
    <w:rsid w:val="00BE52C1"/>
    <w:rsid w:val="00C03834"/>
    <w:rsid w:val="00C311DC"/>
    <w:rsid w:val="00C514D5"/>
    <w:rsid w:val="00C965D8"/>
    <w:rsid w:val="00CE37D3"/>
    <w:rsid w:val="00D56B5D"/>
    <w:rsid w:val="00E11626"/>
    <w:rsid w:val="00E331DE"/>
    <w:rsid w:val="00E62CBA"/>
    <w:rsid w:val="00ED36F8"/>
    <w:rsid w:val="00ED45F9"/>
    <w:rsid w:val="00EF52C7"/>
    <w:rsid w:val="00F1383E"/>
    <w:rsid w:val="00F27A00"/>
    <w:rsid w:val="00F31717"/>
    <w:rsid w:val="00FA122A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CDADD0"/>
  <w15:docId w15:val="{3C38335E-99CB-4598-951D-DF6DD3DC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26E9A99-05F7-4747-AAA9-19AA8645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1FF9AED9</Template>
  <TotalTime>29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9</cp:revision>
  <cp:lastPrinted>2020-05-08T07:12:00Z</cp:lastPrinted>
  <dcterms:created xsi:type="dcterms:W3CDTF">2020-05-07T14:14:00Z</dcterms:created>
  <dcterms:modified xsi:type="dcterms:W3CDTF">2020-05-20T23:15:00Z</dcterms:modified>
</cp:coreProperties>
</file>